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27" w:rsidRDefault="00282427" w:rsidP="001655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282427" w:rsidRDefault="00282427" w:rsidP="002261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 xml:space="preserve">учить детей выражать свои чувства к маме; </w:t>
      </w:r>
    </w:p>
    <w:p w:rsidR="00282427" w:rsidRPr="00226139" w:rsidRDefault="00282427" w:rsidP="002261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139">
        <w:rPr>
          <w:rFonts w:ascii="Times New Roman" w:hAnsi="Times New Roman" w:cs="Times New Roman"/>
          <w:sz w:val="28"/>
          <w:szCs w:val="28"/>
        </w:rPr>
        <w:t>воспитывать уважение и любовь  к матери;</w:t>
      </w:r>
    </w:p>
    <w:p w:rsidR="00282427" w:rsidRPr="00165583" w:rsidRDefault="00282427" w:rsidP="0016558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>развивать чувства долга и ответственности за свои поступки;</w:t>
      </w:r>
    </w:p>
    <w:p w:rsidR="00282427" w:rsidRDefault="00282427" w:rsidP="0016558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>поощрять творчество учащихся;</w:t>
      </w:r>
    </w:p>
    <w:p w:rsidR="00282427" w:rsidRPr="00226139" w:rsidRDefault="00282427" w:rsidP="0016558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139">
        <w:rPr>
          <w:rFonts w:ascii="Times New Roman" w:hAnsi="Times New Roman" w:cs="Times New Roman"/>
          <w:b/>
          <w:bCs/>
          <w:sz w:val="28"/>
          <w:szCs w:val="28"/>
        </w:rPr>
        <w:t>Оформление:</w:t>
      </w:r>
    </w:p>
    <w:p w:rsidR="00282427" w:rsidRPr="00165583" w:rsidRDefault="00282427" w:rsidP="00165583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>презентация к  праздник</w:t>
      </w:r>
      <w:r>
        <w:rPr>
          <w:rFonts w:ascii="Times New Roman" w:hAnsi="Times New Roman" w:cs="Times New Roman"/>
          <w:sz w:val="28"/>
          <w:szCs w:val="28"/>
        </w:rPr>
        <w:t>у «Самая прекрасная из женщин»</w:t>
      </w:r>
    </w:p>
    <w:p w:rsidR="00282427" w:rsidRPr="00165583" w:rsidRDefault="00282427" w:rsidP="00165583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>класс украшен рисунками учащихся на тему " Моя мама - лучшая на свете!»;</w:t>
      </w:r>
    </w:p>
    <w:p w:rsidR="00282427" w:rsidRPr="00165583" w:rsidRDefault="00282427" w:rsidP="00165583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>запись песен к празднику</w:t>
      </w:r>
    </w:p>
    <w:p w:rsidR="00282427" w:rsidRDefault="00282427" w:rsidP="00165583">
      <w:pPr>
        <w:spacing w:after="0" w:line="24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427" w:rsidRPr="00A4288C" w:rsidRDefault="00282427" w:rsidP="005E57B8">
      <w:pPr>
        <w:spacing w:after="0" w:line="24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Воспеваю то, что вечно ново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И хотя совсем не гимн пою,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Но в душе родившееся слово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Обретает музыку свою…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Слово это – зов и заклинанье,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В этом слове – сущего душа,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Это искра первого сознанья,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Первая улыбка малыша.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Слово это сроду не обманет,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В нем сокрыто жизни существо,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В нем – исток всего.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Ему конца нет.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Встаньте!.. Я произношу его:</w:t>
      </w:r>
    </w:p>
    <w:p w:rsidR="00282427" w:rsidRPr="00A4288C" w:rsidRDefault="00282427" w:rsidP="00AC49E5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Мама!</w:t>
      </w:r>
    </w:p>
    <w:p w:rsidR="00282427" w:rsidRDefault="00282427" w:rsidP="00AC49E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4288C">
        <w:rPr>
          <w:rFonts w:ascii="Times New Roman" w:hAnsi="Times New Roman" w:cs="Times New Roman"/>
          <w:b/>
          <w:bCs/>
          <w:sz w:val="28"/>
          <w:szCs w:val="28"/>
        </w:rPr>
        <w:t xml:space="preserve">Звучит запись "АvеМаriа". Ф. Шуберта. </w:t>
      </w:r>
    </w:p>
    <w:p w:rsidR="00282427" w:rsidRPr="00A4288C" w:rsidRDefault="00282427" w:rsidP="00AC49E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82427" w:rsidRPr="00A4288C" w:rsidRDefault="00282427" w:rsidP="00AC49E5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 xml:space="preserve">Дорогие наши мамы! Сегодня праздник </w:t>
      </w:r>
      <w:r>
        <w:rPr>
          <w:rFonts w:ascii="Times New Roman" w:hAnsi="Times New Roman" w:cs="Times New Roman"/>
          <w:sz w:val="28"/>
          <w:szCs w:val="28"/>
        </w:rPr>
        <w:t xml:space="preserve">– День матери. </w:t>
      </w:r>
      <w:r>
        <w:rPr>
          <w:rFonts w:ascii="Arial" w:hAnsi="Arial" w:cs="Arial"/>
          <w:color w:val="000000"/>
          <w:sz w:val="20"/>
          <w:szCs w:val="20"/>
        </w:rPr>
        <w:t xml:space="preserve">Нет, наверное, ни одной страны, где бы не отмечался День матери. В России День матери стали отмечать сравнительно недавно. Установленный Указом Президента Российской Федерации Б. Н. Ельцина № 120 «О Дне матери» от </w:t>
      </w:r>
      <w:hyperlink r:id="rId5" w:tgtFrame="_self" w:history="1">
        <w:r>
          <w:rPr>
            <w:rFonts w:ascii="Arial" w:hAnsi="Arial" w:cs="Arial"/>
            <w:color w:val="0054A7"/>
            <w:sz w:val="20"/>
            <w:szCs w:val="20"/>
            <w:u w:val="single"/>
          </w:rPr>
          <w:t>30 января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1998 года, он празднуется в последнее воскресенье ноября, воздавая должное материнскому труду и их бескорыстной жертве ради блага своих детей.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Есть много разных праздников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Веселых и торжественных,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 xml:space="preserve">Профессиональных праздников 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И праздников божественных.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Есть женский день весною,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А этот пал на осень.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Просить тепла у солнца?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Да нет! Мы не попросим.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Ведь наше солнце – мама!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И с нами мама рядом!</w:t>
      </w:r>
    </w:p>
    <w:p w:rsidR="00282427" w:rsidRPr="00A4288C" w:rsidRDefault="00282427" w:rsidP="00165583">
      <w:pPr>
        <w:spacing w:after="0" w:line="24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День Мамы – день торжественный,</w:t>
      </w:r>
    </w:p>
    <w:p w:rsidR="00282427" w:rsidRPr="00A4288C" w:rsidRDefault="00282427" w:rsidP="00165583">
      <w:pPr>
        <w:spacing w:after="0" w:line="24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День радости и красоты.</w:t>
      </w:r>
    </w:p>
    <w:p w:rsidR="00282427" w:rsidRPr="00A4288C" w:rsidRDefault="00282427" w:rsidP="00165583">
      <w:pPr>
        <w:spacing w:after="0" w:line="24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На земле российской дарит женщинам</w:t>
      </w:r>
    </w:p>
    <w:p w:rsidR="00282427" w:rsidRPr="00A4288C" w:rsidRDefault="00282427" w:rsidP="00165583">
      <w:pPr>
        <w:spacing w:after="0" w:line="240" w:lineRule="auto"/>
        <w:ind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Он улыбки и цветы</w:t>
      </w:r>
    </w:p>
    <w:p w:rsidR="00282427" w:rsidRDefault="00282427" w:rsidP="00165583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Мама, мамочка! Сколько тепла и света таит это магическое слово, которым мы называем самого близкого, дорого и  единственного человека.</w:t>
      </w:r>
    </w:p>
    <w:p w:rsidR="00282427" w:rsidRPr="00A4288C" w:rsidRDefault="00282427" w:rsidP="00165583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На свете добрых слов немало,</w:t>
      </w:r>
      <w:r w:rsidRPr="00A4288C">
        <w:rPr>
          <w:rFonts w:ascii="Times New Roman" w:hAnsi="Times New Roman" w:cs="Times New Roman"/>
          <w:sz w:val="28"/>
          <w:szCs w:val="28"/>
        </w:rPr>
        <w:br/>
        <w:t xml:space="preserve">Но всех добрее и важней одно: </w:t>
      </w:r>
      <w:r w:rsidRPr="00A4288C">
        <w:rPr>
          <w:rFonts w:ascii="Times New Roman" w:hAnsi="Times New Roman" w:cs="Times New Roman"/>
          <w:sz w:val="28"/>
          <w:szCs w:val="28"/>
        </w:rPr>
        <w:br/>
        <w:t>Из двух слогов простое слово: "мама"</w:t>
      </w:r>
      <w:r w:rsidRPr="00A4288C">
        <w:rPr>
          <w:rFonts w:ascii="Times New Roman" w:hAnsi="Times New Roman" w:cs="Times New Roman"/>
          <w:sz w:val="28"/>
          <w:szCs w:val="28"/>
        </w:rPr>
        <w:br/>
        <w:t>И нету слов дороже, чем оно.</w:t>
      </w:r>
    </w:p>
    <w:p w:rsidR="00282427" w:rsidRDefault="00282427" w:rsidP="00165583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427" w:rsidRPr="00A4288C" w:rsidRDefault="00282427" w:rsidP="00165583">
      <w:pPr>
        <w:spacing w:after="0" w:line="240" w:lineRule="auto"/>
        <w:ind w:left="105" w:right="105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За день до рождения ребенок спросил у Бога: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- Я не знаю, что я должен делать в этом Мире.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Бог ответил: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- Я подарю тебе Ангела, который всегда будет рядом с тобой.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- Но я не понимаю его язык...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- Ангел будет учить тебя своему языку.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Он будет охранять тебя от всех бед.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- Как и когда я должен вернуться к тебе?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- Твой Ангел скажет тебе всё.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- А как зовут моего Ангела?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- Неважно, как его зовут...ты будешь называть его: MAMA...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Есть в природе знак святой и вещий,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Ярко обозначенный в веках!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Самая прекрасная из женщин –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Женщина с ребенком на руках.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От любой напасти заклиная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Нет, не богоматерь, а земная,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Гордая, возвышенная мать.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Свет любви издревле ей завещан,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Так вот и стоит она в веках.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Самая прекрасная из женщин -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Женщина с ребенком на руках,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Все на свете метится следами,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Сколько б ты ни вышагал путей,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Яблоня – украшена плодами,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Женщина – судьбой своих детей.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Пусть ей вечно солнце рукоплещет,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Так она и будет жить в веках.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 xml:space="preserve">Самая прекрасная из женщин – 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Женщина с ребенком на руках!</w:t>
      </w:r>
    </w:p>
    <w:p w:rsidR="00282427" w:rsidRPr="00A4288C" w:rsidRDefault="00282427" w:rsidP="00AC49E5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Каждой земной женщине – матери близка судьба Богородицы – матери Иисуса Христа – Девы Марии. Внимательно вглядитесь в картину «Сикстинская мадонна» Рафаэля. Прекрасная молодая женщина с ребёнком на руках легко ступает по облакам навстречу своей трагической судьбе: чтобы люди были счастливы, Мария должна отдать им своего сына – маленького Христа на страдания и муки. Она в последний раз прижимает любовно его к себе, предчувствуя его горестную судьбу.</w:t>
      </w:r>
      <w:r w:rsidRPr="00A4288C">
        <w:rPr>
          <w:rFonts w:ascii="Times New Roman" w:hAnsi="Times New Roman" w:cs="Times New Roman"/>
          <w:sz w:val="28"/>
          <w:szCs w:val="28"/>
        </w:rPr>
        <w:br/>
        <w:t>Рафаэль славит величие женщины, способной во имя высшего долга пойти на жертву. Мария – идеал материнства.</w:t>
      </w:r>
    </w:p>
    <w:p w:rsidR="00282427" w:rsidRPr="00A4288C" w:rsidRDefault="00282427" w:rsidP="00AC49E5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Мама! Как емко, как прекрасно это слово! Максим Горький писал: “Без солнца не цветут цветы, без любви нет счастья, без женщины нет любви, без матери нет ни поэта, ни героя”.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Слова мама, мать – одни из самых древних на Земле. Они почти одинаково звучат на языках разных народов. Сколько тепла таит слово, которым называют самого близкого, дорогого и единственного человека!</w:t>
      </w:r>
    </w:p>
    <w:p w:rsidR="00282427" w:rsidRPr="00E8533A" w:rsidRDefault="00282427" w:rsidP="00AC39F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4288C">
        <w:rPr>
          <w:rFonts w:ascii="Times New Roman" w:hAnsi="Times New Roman" w:cs="Times New Roman"/>
          <w:sz w:val="28"/>
          <w:szCs w:val="28"/>
          <w:lang w:eastAsia="ru-RU"/>
        </w:rPr>
        <w:t>Дети произносят слово «мама» на разных языках</w:t>
      </w:r>
      <w:r>
        <w:rPr>
          <w:rFonts w:ascii="Arial" w:hAnsi="Arial" w:cs="Arial"/>
          <w:color w:val="000000"/>
        </w:rPr>
        <w:t>мацi (маци) - по беларусски, maman (маман) - по французски,дэда-по-грузински, има-на иврите,немецкий- muter(мутер), английский- mother,итальянский- madre(мадре)</w:t>
      </w:r>
      <w:r>
        <w:rPr>
          <w:rFonts w:ascii="Arial" w:hAnsi="Arial" w:cs="Arial"/>
          <w:color w:val="000000"/>
        </w:rPr>
        <w:br/>
      </w:r>
      <w:r w:rsidRPr="00E8533A">
        <w:rPr>
          <w:rFonts w:ascii="Times New Roman" w:hAnsi="Times New Roman" w:cs="Times New Roman"/>
          <w:b/>
          <w:bCs/>
          <w:sz w:val="28"/>
          <w:szCs w:val="28"/>
        </w:rPr>
        <w:t>Сценка «Три мамы»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Действующие лица: ведущий, бабушка, мама, дочка Танюша.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(В центре стоит стол и четыре стула, на одном из стульев сидит кукла)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A428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Танюша под вечер с прогулки пришла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И куклу спросила…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Танюша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Как, дочка, дела?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Опять ты запачкала ручки и ножки,</w:t>
      </w:r>
    </w:p>
    <w:p w:rsidR="00282427" w:rsidRDefault="00282427" w:rsidP="00165583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Наверно, играла с собакой и кошкой?</w:t>
      </w:r>
    </w:p>
    <w:p w:rsidR="00282427" w:rsidRPr="00165583" w:rsidRDefault="00282427" w:rsidP="00165583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165583">
        <w:rPr>
          <w:rFonts w:ascii="Times New Roman" w:hAnsi="Times New Roman" w:cs="Times New Roman"/>
          <w:sz w:val="28"/>
          <w:szCs w:val="28"/>
        </w:rPr>
        <w:t>И съела не суп, а конфетку одна.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С этими дочками просто беда!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( усаживает куклу за стол)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Танюшина мама с работы пришла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И Таню спросила…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Мама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Как, дочка, дела?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Опять заигралась, наверно в саду?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Опять ухитрилась забыть про еду?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«Обедать», - кричала бабуля сто раз.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А ты отвечала: «Сейчас да сейчас»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С этими дочками просто беда!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(мама усаживает дочку за стол)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Тут бабушка, мамина мама пришла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И маму спросила…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Бабушка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Как, дочка, дела?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Наверно, в больнице за целые сутки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Опять для еды не нашла ни минутки,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А вечером съела сухой бутерброд.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Ведь столько у вас там забот и хлопот!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Нельзя же сидеть целый день без обеда,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 xml:space="preserve">Уж доктором стала, а все непоседа – 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Ты ведь, родная, так молода.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С этими дочками просто беда!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Три мамы в столовой сидят,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Три мамы на дочек глядят.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Что с дочками сделать упрямыми?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  <w:u w:val="single"/>
        </w:rPr>
        <w:t>Вместе</w:t>
      </w:r>
      <w:r w:rsidRPr="00A4288C">
        <w:rPr>
          <w:rFonts w:ascii="Times New Roman" w:hAnsi="Times New Roman" w:cs="Times New Roman"/>
          <w:sz w:val="28"/>
          <w:szCs w:val="28"/>
        </w:rPr>
        <w:t>: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Ох, как непросто быть мамами!</w:t>
      </w:r>
    </w:p>
    <w:p w:rsidR="00282427" w:rsidRPr="00A4288C" w:rsidRDefault="00282427" w:rsidP="00AC49E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82427" w:rsidRPr="00A4288C" w:rsidRDefault="00282427" w:rsidP="00AC49E5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 доме добрыми делами занята,</w:t>
      </w:r>
      <w:r w:rsidRPr="00A4288C">
        <w:rPr>
          <w:rFonts w:ascii="Times New Roman" w:hAnsi="Times New Roman" w:cs="Times New Roman"/>
          <w:sz w:val="28"/>
          <w:szCs w:val="28"/>
        </w:rPr>
        <w:br/>
        <w:t>Тихо ходит по квартире доброта.</w:t>
      </w:r>
      <w:r w:rsidRPr="00A4288C">
        <w:rPr>
          <w:rFonts w:ascii="Times New Roman" w:hAnsi="Times New Roman" w:cs="Times New Roman"/>
          <w:sz w:val="28"/>
          <w:szCs w:val="28"/>
        </w:rPr>
        <w:br/>
        <w:t>Утро доброе у нас.</w:t>
      </w:r>
      <w:r w:rsidRPr="00A4288C">
        <w:rPr>
          <w:rFonts w:ascii="Times New Roman" w:hAnsi="Times New Roman" w:cs="Times New Roman"/>
          <w:sz w:val="28"/>
          <w:szCs w:val="28"/>
        </w:rPr>
        <w:br/>
        <w:t>Добрый день и добрый час,</w:t>
      </w:r>
      <w:r w:rsidRPr="00A4288C">
        <w:rPr>
          <w:rFonts w:ascii="Times New Roman" w:hAnsi="Times New Roman" w:cs="Times New Roman"/>
          <w:sz w:val="28"/>
          <w:szCs w:val="28"/>
        </w:rPr>
        <w:br/>
        <w:t>Добрый вечер, ночь</w:t>
      </w:r>
      <w:r>
        <w:rPr>
          <w:rFonts w:ascii="Times New Roman" w:hAnsi="Times New Roman" w:cs="Times New Roman"/>
          <w:sz w:val="28"/>
          <w:szCs w:val="28"/>
        </w:rPr>
        <w:t xml:space="preserve"> добра,</w:t>
      </w:r>
      <w:r>
        <w:rPr>
          <w:rFonts w:ascii="Times New Roman" w:hAnsi="Times New Roman" w:cs="Times New Roman"/>
          <w:sz w:val="28"/>
          <w:szCs w:val="28"/>
        </w:rPr>
        <w:br/>
        <w:t>Было доброе вчера.</w:t>
      </w:r>
      <w:r>
        <w:rPr>
          <w:rFonts w:ascii="Times New Roman" w:hAnsi="Times New Roman" w:cs="Times New Roman"/>
          <w:sz w:val="28"/>
          <w:szCs w:val="28"/>
        </w:rPr>
        <w:br/>
      </w:r>
      <w:r w:rsidRPr="00A4288C">
        <w:rPr>
          <w:rFonts w:ascii="Times New Roman" w:hAnsi="Times New Roman" w:cs="Times New Roman"/>
          <w:sz w:val="28"/>
          <w:szCs w:val="28"/>
        </w:rPr>
        <w:t>И от куда, спросишь ты,</w:t>
      </w:r>
      <w:r w:rsidRPr="00A4288C">
        <w:rPr>
          <w:rFonts w:ascii="Times New Roman" w:hAnsi="Times New Roman" w:cs="Times New Roman"/>
          <w:sz w:val="28"/>
          <w:szCs w:val="28"/>
        </w:rPr>
        <w:br/>
        <w:t>В доме столько доброты,</w:t>
      </w:r>
      <w:r w:rsidRPr="00A4288C">
        <w:rPr>
          <w:rFonts w:ascii="Times New Roman" w:hAnsi="Times New Roman" w:cs="Times New Roman"/>
          <w:sz w:val="28"/>
          <w:szCs w:val="28"/>
        </w:rPr>
        <w:br/>
        <w:t>Что от этой доброты</w:t>
      </w:r>
      <w:r w:rsidRPr="00A4288C">
        <w:rPr>
          <w:rFonts w:ascii="Times New Roman" w:hAnsi="Times New Roman" w:cs="Times New Roman"/>
          <w:sz w:val="28"/>
          <w:szCs w:val="28"/>
        </w:rPr>
        <w:br/>
        <w:t>Приживаются цветы,</w:t>
      </w:r>
      <w:r w:rsidRPr="00A4288C">
        <w:rPr>
          <w:rFonts w:ascii="Times New Roman" w:hAnsi="Times New Roman" w:cs="Times New Roman"/>
          <w:sz w:val="28"/>
          <w:szCs w:val="28"/>
        </w:rPr>
        <w:br/>
        <w:t>Рыбки, ёжики, птенцы?</w:t>
      </w:r>
      <w:r w:rsidRPr="00A4288C">
        <w:rPr>
          <w:rFonts w:ascii="Times New Roman" w:hAnsi="Times New Roman" w:cs="Times New Roman"/>
          <w:sz w:val="28"/>
          <w:szCs w:val="28"/>
        </w:rPr>
        <w:br/>
        <w:t xml:space="preserve">Я тебе отвечу </w:t>
      </w:r>
      <w:r>
        <w:rPr>
          <w:rFonts w:ascii="Times New Roman" w:hAnsi="Times New Roman" w:cs="Times New Roman"/>
          <w:sz w:val="28"/>
          <w:szCs w:val="28"/>
        </w:rPr>
        <w:t>прямо:</w:t>
      </w:r>
      <w:r>
        <w:rPr>
          <w:rFonts w:ascii="Times New Roman" w:hAnsi="Times New Roman" w:cs="Times New Roman"/>
          <w:sz w:val="28"/>
          <w:szCs w:val="28"/>
        </w:rPr>
        <w:br/>
        <w:t>Это – мама, мама, мама!</w:t>
      </w:r>
      <w:r>
        <w:rPr>
          <w:rFonts w:ascii="Times New Roman" w:hAnsi="Times New Roman" w:cs="Times New Roman"/>
          <w:sz w:val="28"/>
          <w:szCs w:val="28"/>
        </w:rPr>
        <w:br/>
      </w:r>
      <w:r w:rsidRPr="00A4288C">
        <w:rPr>
          <w:rFonts w:ascii="Times New Roman" w:hAnsi="Times New Roman" w:cs="Times New Roman"/>
          <w:sz w:val="28"/>
          <w:szCs w:val="28"/>
        </w:rPr>
        <w:t>На земле хороших людей не мало,</w:t>
      </w:r>
      <w:r w:rsidRPr="00A4288C">
        <w:rPr>
          <w:rFonts w:ascii="Times New Roman" w:hAnsi="Times New Roman" w:cs="Times New Roman"/>
          <w:sz w:val="28"/>
          <w:szCs w:val="28"/>
        </w:rPr>
        <w:br/>
        <w:t>Сердечных людей не мало,</w:t>
      </w:r>
      <w:r w:rsidRPr="00A4288C">
        <w:rPr>
          <w:rFonts w:ascii="Times New Roman" w:hAnsi="Times New Roman" w:cs="Times New Roman"/>
          <w:sz w:val="28"/>
          <w:szCs w:val="28"/>
        </w:rPr>
        <w:br/>
        <w:t>И всё-таки лучше всех на земле-</w:t>
      </w:r>
      <w:r w:rsidRPr="00A4288C">
        <w:rPr>
          <w:rFonts w:ascii="Times New Roman" w:hAnsi="Times New Roman" w:cs="Times New Roman"/>
          <w:sz w:val="28"/>
          <w:szCs w:val="28"/>
        </w:rPr>
        <w:br/>
        <w:t>Мама. Моя мама</w:t>
      </w:r>
    </w:p>
    <w:p w:rsidR="00282427" w:rsidRPr="00A4288C" w:rsidRDefault="00282427" w:rsidP="00AC49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Встаньте все и выслушайте стоя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Сохраненное во всей красе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Слово это древнее, святое!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Распрямитесь! Встаньте! Встаньте все!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 xml:space="preserve">Слово это сроду не обманет, 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 xml:space="preserve">В нем сокрыто жизни существо, 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 нем исток всего. Ему конца нет.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Встаньте, я произношу его: мама!</w:t>
      </w:r>
    </w:p>
    <w:p w:rsidR="00282427" w:rsidRPr="00A4288C" w:rsidRDefault="00282427" w:rsidP="00AC49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Наши мамы – наша радость,</w:t>
      </w:r>
      <w:r w:rsidRPr="00A4288C">
        <w:rPr>
          <w:rFonts w:ascii="Times New Roman" w:hAnsi="Times New Roman" w:cs="Times New Roman"/>
          <w:sz w:val="28"/>
          <w:szCs w:val="28"/>
        </w:rPr>
        <w:br/>
        <w:t>Слова нет для нас родней,</w:t>
      </w:r>
      <w:r w:rsidRPr="00A4288C">
        <w:rPr>
          <w:rFonts w:ascii="Times New Roman" w:hAnsi="Times New Roman" w:cs="Times New Roman"/>
          <w:sz w:val="28"/>
          <w:szCs w:val="28"/>
        </w:rPr>
        <w:br/>
        <w:t>Так примите благодарность</w:t>
      </w:r>
      <w:r w:rsidRPr="00A4288C">
        <w:rPr>
          <w:rFonts w:ascii="Times New Roman" w:hAnsi="Times New Roman" w:cs="Times New Roman"/>
          <w:sz w:val="28"/>
          <w:szCs w:val="28"/>
        </w:rPr>
        <w:br/>
        <w:t>ВАМ, от любящих детей!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В этом слове солнца свет!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Лучше слова в мире нет.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Кто роднее, чем она?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 xml:space="preserve">Мама! У нее в глазах весна! 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На земле добрее всех.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Дарит сказки, дарит смех.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Из-за нас порой грустит,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Пожалеет и простит!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В этом слове солнца свет!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Лучше слова в мире нет.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Льется песенка ручьем.</w:t>
      </w:r>
    </w:p>
    <w:p w:rsidR="00282427" w:rsidRPr="00A4288C" w:rsidRDefault="00282427" w:rsidP="00226139">
      <w:pPr>
        <w:rPr>
          <w:rFonts w:ascii="Times New Roman" w:hAnsi="Times New Roman" w:cs="Times New Roman"/>
          <w:sz w:val="28"/>
          <w:szCs w:val="28"/>
        </w:rPr>
      </w:pPr>
      <w:r w:rsidRPr="00A4288C">
        <w:rPr>
          <w:rFonts w:ascii="Times New Roman" w:hAnsi="Times New Roman" w:cs="Times New Roman"/>
          <w:sz w:val="28"/>
          <w:szCs w:val="28"/>
        </w:rPr>
        <w:t>Мама! Это мы о ней поем.</w:t>
      </w:r>
    </w:p>
    <w:p w:rsidR="00282427" w:rsidRPr="00A4288C" w:rsidRDefault="00282427" w:rsidP="00AC49E5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282427" w:rsidRPr="00A4288C" w:rsidRDefault="00282427">
      <w:pPr>
        <w:rPr>
          <w:rFonts w:ascii="Times New Roman" w:hAnsi="Times New Roman" w:cs="Times New Roman"/>
          <w:sz w:val="28"/>
          <w:szCs w:val="28"/>
        </w:rPr>
      </w:pPr>
    </w:p>
    <w:sectPr w:rsidR="00282427" w:rsidRPr="00A4288C" w:rsidSect="00135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023"/>
    <w:multiLevelType w:val="hybridMultilevel"/>
    <w:tmpl w:val="A210EE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C7676DB"/>
    <w:multiLevelType w:val="multilevel"/>
    <w:tmpl w:val="027A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8890EC0"/>
    <w:multiLevelType w:val="multilevel"/>
    <w:tmpl w:val="816E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AEC413C"/>
    <w:multiLevelType w:val="hybridMultilevel"/>
    <w:tmpl w:val="C72A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ADE"/>
    <w:rsid w:val="000F2ADE"/>
    <w:rsid w:val="00120156"/>
    <w:rsid w:val="0012504A"/>
    <w:rsid w:val="00135557"/>
    <w:rsid w:val="00165583"/>
    <w:rsid w:val="00226139"/>
    <w:rsid w:val="00282427"/>
    <w:rsid w:val="00322B95"/>
    <w:rsid w:val="00465987"/>
    <w:rsid w:val="004D4B55"/>
    <w:rsid w:val="004E649B"/>
    <w:rsid w:val="005E57B8"/>
    <w:rsid w:val="00672FF1"/>
    <w:rsid w:val="00692DD6"/>
    <w:rsid w:val="0074475D"/>
    <w:rsid w:val="00744AC2"/>
    <w:rsid w:val="007753D6"/>
    <w:rsid w:val="0079592C"/>
    <w:rsid w:val="00A4204D"/>
    <w:rsid w:val="00A4288C"/>
    <w:rsid w:val="00A96DF2"/>
    <w:rsid w:val="00AC39F0"/>
    <w:rsid w:val="00AC49E5"/>
    <w:rsid w:val="00BD7DA3"/>
    <w:rsid w:val="00D31836"/>
    <w:rsid w:val="00E41A19"/>
    <w:rsid w:val="00E478C6"/>
    <w:rsid w:val="00E549ED"/>
    <w:rsid w:val="00E85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D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2DD6"/>
    <w:pPr>
      <w:ind w:left="720"/>
    </w:pPr>
  </w:style>
  <w:style w:type="paragraph" w:styleId="NoSpacing">
    <w:name w:val="No Spacing"/>
    <w:uiPriority w:val="99"/>
    <w:qFormat/>
    <w:rsid w:val="00744AC2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alend.ru/day/1-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6</Pages>
  <Words>931</Words>
  <Characters>5312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Дима</cp:lastModifiedBy>
  <cp:revision>40</cp:revision>
  <dcterms:created xsi:type="dcterms:W3CDTF">2012-10-30T17:29:00Z</dcterms:created>
  <dcterms:modified xsi:type="dcterms:W3CDTF">2012-12-11T16:07:00Z</dcterms:modified>
</cp:coreProperties>
</file>